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E" w:rsidRDefault="00F86151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 xml:space="preserve">Podpisový vzor </w:t>
      </w:r>
    </w:p>
    <w:p w:rsidR="00810F5A" w:rsidRDefault="00810F5A" w:rsidP="00A926CE">
      <w:pPr>
        <w:pStyle w:val="Hlavika"/>
        <w:jc w:val="center"/>
      </w:pPr>
    </w:p>
    <w:p w:rsidR="00A926CE" w:rsidRPr="00F16AEB" w:rsidRDefault="00A926CE" w:rsidP="00A926CE">
      <w:pPr>
        <w:rPr>
          <w:b/>
          <w:color w:val="000000"/>
          <w:sz w:val="16"/>
          <w:szCs w:val="16"/>
          <w:u w:val="single"/>
        </w:rPr>
      </w:pPr>
    </w:p>
    <w:p w:rsidR="00A926CE" w:rsidRPr="002142AB" w:rsidRDefault="00810F5A" w:rsidP="00A926CE">
      <w:pPr>
        <w:spacing w:line="36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Lead Partner / </w:t>
      </w:r>
      <w:r w:rsidR="00A926CE" w:rsidRPr="002142AB">
        <w:rPr>
          <w:b/>
          <w:color w:val="000000"/>
          <w:u w:val="single"/>
        </w:rPr>
        <w:t>P</w:t>
      </w:r>
      <w:r w:rsidR="00E76913">
        <w:rPr>
          <w:b/>
          <w:color w:val="000000"/>
          <w:u w:val="single"/>
        </w:rPr>
        <w:t>rojektový Partner</w:t>
      </w:r>
    </w:p>
    <w:p w:rsidR="00A926CE" w:rsidRPr="002142AB" w:rsidRDefault="00A926CE" w:rsidP="00A926CE">
      <w:pPr>
        <w:spacing w:after="60"/>
        <w:rPr>
          <w:b/>
          <w:color w:val="000000"/>
        </w:rPr>
      </w:pPr>
      <w:r w:rsidRPr="002142AB">
        <w:rPr>
          <w:b/>
          <w:color w:val="000000"/>
        </w:rPr>
        <w:t>názov</w:t>
      </w:r>
      <w:r w:rsidRPr="002142AB">
        <w:rPr>
          <w:b/>
          <w:color w:val="000000"/>
        </w:rPr>
        <w:tab/>
      </w:r>
      <w:r w:rsidR="00167A16">
        <w:rPr>
          <w:b/>
          <w:color w:val="000000"/>
        </w:rPr>
        <w:t>LP/PP</w:t>
      </w:r>
      <w:r w:rsidRPr="002142AB">
        <w:rPr>
          <w:b/>
          <w:color w:val="000000"/>
        </w:rPr>
        <w:tab/>
        <w:t>:</w:t>
      </w:r>
      <w:r w:rsidR="00EE0FA5">
        <w:rPr>
          <w:b/>
          <w:color w:val="000000"/>
        </w:rPr>
        <w:t xml:space="preserve"> </w:t>
      </w:r>
    </w:p>
    <w:p w:rsidR="00A926CE" w:rsidRPr="002142AB" w:rsidRDefault="00A926CE" w:rsidP="00A926CE">
      <w:pPr>
        <w:spacing w:after="60"/>
        <w:rPr>
          <w:b/>
          <w:color w:val="000000"/>
        </w:rPr>
      </w:pPr>
      <w:r w:rsidRPr="002142AB">
        <w:rPr>
          <w:b/>
          <w:color w:val="000000"/>
        </w:rPr>
        <w:t>sídlo</w:t>
      </w:r>
      <w:r w:rsidR="00167A16">
        <w:rPr>
          <w:b/>
          <w:color w:val="000000"/>
        </w:rPr>
        <w:t xml:space="preserve"> LP/PP</w:t>
      </w:r>
      <w:r w:rsidRPr="002142AB">
        <w:rPr>
          <w:b/>
          <w:color w:val="000000"/>
        </w:rPr>
        <w:t>:</w:t>
      </w:r>
      <w:r w:rsidR="00333D43">
        <w:rPr>
          <w:b/>
          <w:color w:val="000000"/>
        </w:rPr>
        <w:t xml:space="preserve"> </w:t>
      </w:r>
    </w:p>
    <w:p w:rsidR="00A926CE" w:rsidRPr="002142AB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štatutár / konateľ</w:t>
      </w:r>
      <w:r w:rsidR="00A926CE" w:rsidRPr="002142AB">
        <w:rPr>
          <w:b/>
          <w:color w:val="000000"/>
        </w:rPr>
        <w:t>:</w:t>
      </w:r>
      <w:r w:rsidR="00EE0FA5">
        <w:rPr>
          <w:b/>
          <w:color w:val="000000"/>
        </w:rPr>
        <w:t xml:space="preserve"> </w:t>
      </w:r>
    </w:p>
    <w:p w:rsidR="00167A16" w:rsidRPr="002142AB" w:rsidRDefault="00167A16" w:rsidP="00167A16">
      <w:pPr>
        <w:spacing w:after="60"/>
        <w:ind w:left="1620" w:hanging="1620"/>
        <w:rPr>
          <w:b/>
          <w:color w:val="000000"/>
        </w:rPr>
      </w:pPr>
      <w:r>
        <w:rPr>
          <w:b/>
          <w:color w:val="000000"/>
        </w:rPr>
        <w:t>A</w:t>
      </w:r>
      <w:r w:rsidR="00306018">
        <w:rPr>
          <w:b/>
          <w:color w:val="000000"/>
        </w:rPr>
        <w:t>krony</w:t>
      </w:r>
      <w:r>
        <w:rPr>
          <w:b/>
          <w:color w:val="000000"/>
        </w:rPr>
        <w:t>m projektu</w:t>
      </w:r>
      <w:r w:rsidRPr="002142AB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</w:p>
    <w:p w:rsidR="00A926CE" w:rsidRPr="002142AB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Číslo projektu</w:t>
      </w:r>
      <w:r w:rsidR="00A926CE" w:rsidRPr="002142AB">
        <w:rPr>
          <w:b/>
          <w:color w:val="000000"/>
        </w:rPr>
        <w:t>:</w:t>
      </w:r>
    </w:p>
    <w:p w:rsidR="00A926CE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Platnosť od</w:t>
      </w:r>
      <w:r w:rsidR="00F86151">
        <w:rPr>
          <w:rStyle w:val="Odkaznapoznmkupodiarou"/>
          <w:b/>
          <w:color w:val="000000"/>
        </w:rPr>
        <w:footnoteReference w:id="1"/>
      </w:r>
      <w:r w:rsidR="00A926CE" w:rsidRPr="002142AB">
        <w:rPr>
          <w:b/>
          <w:color w:val="000000"/>
        </w:rPr>
        <w:t>:</w:t>
      </w:r>
    </w:p>
    <w:p w:rsidR="00167A16" w:rsidRDefault="00167A16" w:rsidP="00A926CE">
      <w:pPr>
        <w:spacing w:line="360" w:lineRule="auto"/>
        <w:jc w:val="both"/>
        <w:rPr>
          <w:color w:val="000000"/>
        </w:rPr>
      </w:pPr>
    </w:p>
    <w:p w:rsidR="00A926CE" w:rsidRDefault="00A926CE" w:rsidP="00A926CE">
      <w:pPr>
        <w:spacing w:line="360" w:lineRule="auto"/>
        <w:jc w:val="both"/>
        <w:rPr>
          <w:color w:val="000000"/>
        </w:rPr>
      </w:pPr>
      <w:r w:rsidRPr="002142AB">
        <w:rPr>
          <w:color w:val="000000"/>
        </w:rPr>
        <w:t xml:space="preserve">Podpisové vzory osôb, ktoré sú oprávnené konať v mene Prijímateľa </w:t>
      </w:r>
    </w:p>
    <w:p w:rsidR="00810F5A" w:rsidRPr="002142AB" w:rsidRDefault="00810F5A" w:rsidP="00A926CE">
      <w:pPr>
        <w:spacing w:line="360" w:lineRule="auto"/>
        <w:jc w:val="both"/>
        <w:rPr>
          <w:color w:val="000000"/>
        </w:rPr>
      </w:pPr>
    </w:p>
    <w:tbl>
      <w:tblPr>
        <w:tblW w:w="94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3850"/>
        <w:gridCol w:w="3850"/>
      </w:tblGrid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645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2C2B81">
            <w:pPr>
              <w:spacing w:line="360" w:lineRule="auto"/>
              <w:jc w:val="center"/>
            </w:pPr>
            <w:r>
              <w:t>Štatutárny orgán</w:t>
            </w:r>
            <w:r w:rsidRPr="002C2B81">
              <w:rPr>
                <w:vertAlign w:val="superscript"/>
              </w:rPr>
              <w:t>1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Default="002C2B81" w:rsidP="002C2B81">
            <w:pPr>
              <w:spacing w:line="360" w:lineRule="auto"/>
              <w:jc w:val="center"/>
            </w:pPr>
            <w:r>
              <w:t>Poverená osoba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Default="002C2B81" w:rsidP="00184C38">
            <w:pPr>
              <w:spacing w:line="360" w:lineRule="auto"/>
            </w:pPr>
            <w:r w:rsidRPr="002142AB">
              <w:t xml:space="preserve">Priezvisko: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Meno:   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Titul 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Funkcia: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383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Pr="002142AB" w:rsidRDefault="002C2B81" w:rsidP="00184C38">
            <w:pPr>
              <w:spacing w:line="360" w:lineRule="auto"/>
            </w:pPr>
            <w:r>
              <w:t>Trvale bytom:</w:t>
            </w:r>
            <w:r w:rsidRPr="002142AB">
              <w:t xml:space="preserve"> </w:t>
            </w:r>
          </w:p>
          <w:p w:rsidR="002C2B81" w:rsidRPr="002142AB" w:rsidRDefault="002C2B81" w:rsidP="00184C38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Default="002C2B81" w:rsidP="00167A16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958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Pr="002142AB" w:rsidRDefault="002C2B81" w:rsidP="00184C38">
            <w:pPr>
              <w:spacing w:line="360" w:lineRule="auto"/>
            </w:pPr>
            <w:r>
              <w:t>Miesto pre podpis:</w:t>
            </w:r>
            <w:r>
              <w:br/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B81" w:rsidRPr="002142AB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B81" w:rsidRDefault="002C2B81" w:rsidP="00A926CE">
            <w:pPr>
              <w:spacing w:line="360" w:lineRule="auto"/>
            </w:pPr>
          </w:p>
        </w:tc>
      </w:tr>
    </w:tbl>
    <w:p w:rsidR="00A926CE" w:rsidRDefault="00A926CE" w:rsidP="00FB7726"/>
    <w:sectPr w:rsidR="00A926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6C" w:rsidRDefault="0070666C" w:rsidP="00810F5A">
      <w:r>
        <w:separator/>
      </w:r>
    </w:p>
  </w:endnote>
  <w:endnote w:type="continuationSeparator" w:id="0">
    <w:p w:rsidR="0070666C" w:rsidRDefault="0070666C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6C" w:rsidRDefault="0070666C" w:rsidP="00810F5A">
      <w:r>
        <w:separator/>
      </w:r>
    </w:p>
  </w:footnote>
  <w:footnote w:type="continuationSeparator" w:id="0">
    <w:p w:rsidR="0070666C" w:rsidRDefault="0070666C" w:rsidP="00810F5A">
      <w:r>
        <w:continuationSeparator/>
      </w:r>
    </w:p>
  </w:footnote>
  <w:footnote w:id="1">
    <w:p w:rsidR="00F86151" w:rsidRDefault="00F86151">
      <w:pPr>
        <w:pStyle w:val="Textpoznmkypodiarou"/>
      </w:pPr>
      <w:r>
        <w:rPr>
          <w:rStyle w:val="Odkaznapoznmkupodiarou"/>
        </w:rPr>
        <w:footnoteRef/>
      </w:r>
      <w:r>
        <w:t xml:space="preserve"> Potrebné doložiť relevantným dokladom  (napr. menovací dekrét, výpis z obchodného registra a pod.)</w:t>
      </w:r>
    </w:p>
  </w:footnote>
  <w:footnote w:id="2">
    <w:p w:rsidR="002C2B81" w:rsidRDefault="002C2B8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Potrebné doložiť splnomocnenie podpísané oboma stranami (splnomocnenec aj splnomocniteľ)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71B" w:rsidRDefault="00AE3332" w:rsidP="00810F5A">
    <w:pPr>
      <w:pStyle w:val="Hlavika"/>
      <w:tabs>
        <w:tab w:val="clear" w:pos="4536"/>
        <w:tab w:val="right" w:pos="9072"/>
      </w:tabs>
      <w:jc w:val="center"/>
    </w:pPr>
    <w:r>
      <w:rPr>
        <w:rFonts w:ascii="Arial" w:hAnsi="Arial" w:cs="Arial"/>
        <w:bCs/>
        <w:noProof/>
        <w:sz w:val="20"/>
        <w:szCs w:val="20"/>
        <w:lang w:eastAsia="sk-SK"/>
      </w:rPr>
      <w:drawing>
        <wp:inline distT="0" distB="0" distL="0" distR="0">
          <wp:extent cx="1901825" cy="6826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A071B" w:rsidRDefault="006A071B" w:rsidP="00810F5A">
    <w:pPr>
      <w:pStyle w:val="Hlavika"/>
      <w:tabs>
        <w:tab w:val="clear" w:pos="4536"/>
        <w:tab w:val="right" w:pos="9072"/>
      </w:tabs>
      <w:jc w:val="center"/>
    </w:pPr>
  </w:p>
  <w:p w:rsidR="006A071B" w:rsidRDefault="00F2441E" w:rsidP="006A071B">
    <w:pPr>
      <w:pStyle w:val="Hlavika"/>
      <w:tabs>
        <w:tab w:val="clear" w:pos="4536"/>
        <w:tab w:val="right" w:pos="9072"/>
      </w:tabs>
    </w:pPr>
    <w:r>
      <w:t>Príloha č. 6</w:t>
    </w:r>
    <w:r w:rsidR="006A071B">
      <w:t xml:space="preserve"> Podpisový vzor LP/PP</w:t>
    </w:r>
  </w:p>
  <w:p w:rsidR="00810F5A" w:rsidRDefault="00810F5A" w:rsidP="00810F5A">
    <w:pPr>
      <w:pStyle w:val="Hlavika"/>
      <w:tabs>
        <w:tab w:val="clear" w:pos="4536"/>
        <w:tab w:val="right" w:pos="9072"/>
      </w:tabs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E"/>
    <w:rsid w:val="000A5BD7"/>
    <w:rsid w:val="001421A1"/>
    <w:rsid w:val="00167A16"/>
    <w:rsid w:val="00172049"/>
    <w:rsid w:val="00184C38"/>
    <w:rsid w:val="002276E7"/>
    <w:rsid w:val="002A4889"/>
    <w:rsid w:val="002C2B81"/>
    <w:rsid w:val="00306018"/>
    <w:rsid w:val="00333D43"/>
    <w:rsid w:val="0040359B"/>
    <w:rsid w:val="005D09EA"/>
    <w:rsid w:val="006604A1"/>
    <w:rsid w:val="006A071B"/>
    <w:rsid w:val="0070666C"/>
    <w:rsid w:val="00782D1A"/>
    <w:rsid w:val="007C7437"/>
    <w:rsid w:val="00810F5A"/>
    <w:rsid w:val="008D6208"/>
    <w:rsid w:val="008F3FD6"/>
    <w:rsid w:val="009B3FAD"/>
    <w:rsid w:val="00A926CE"/>
    <w:rsid w:val="00AA7023"/>
    <w:rsid w:val="00AE3332"/>
    <w:rsid w:val="00B435AA"/>
    <w:rsid w:val="00BB5CC1"/>
    <w:rsid w:val="00CE5D75"/>
    <w:rsid w:val="00E128E3"/>
    <w:rsid w:val="00E76913"/>
    <w:rsid w:val="00ED1DBC"/>
    <w:rsid w:val="00EE0FA5"/>
    <w:rsid w:val="00F2441E"/>
    <w:rsid w:val="00F40913"/>
    <w:rsid w:val="00F60BC3"/>
    <w:rsid w:val="00F86151"/>
    <w:rsid w:val="00FB7726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 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03568-EBDB-402D-96BB-F5E9F95C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2017-02-23T13:45:00Z</dcterms:created>
  <dcterms:modified xsi:type="dcterms:W3CDTF">2017-02-23T13:45:00Z</dcterms:modified>
</cp:coreProperties>
</file>