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3"/>
        <w:gridCol w:w="4377"/>
      </w:tblGrid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  <w:b/>
                <w:color w:val="000000"/>
              </w:rPr>
            </w:pPr>
            <w:r w:rsidRPr="00ED54FC">
              <w:rPr>
                <w:rFonts w:ascii="Arial Narrow" w:hAnsi="Arial Narrow" w:cs="Arial"/>
                <w:b/>
                <w:color w:val="000000"/>
              </w:rPr>
              <w:t>Názov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  <w:b/>
                <w:color w:val="000000"/>
              </w:rPr>
            </w:pPr>
            <w:r w:rsidRPr="00ED54FC">
              <w:rPr>
                <w:rFonts w:ascii="Arial Narrow" w:hAnsi="Arial Narrow" w:cs="Arial"/>
                <w:b/>
                <w:color w:val="000000"/>
              </w:rPr>
              <w:t>Informácia</w:t>
            </w: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5D3E46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Názov projektu/ Akronym/</w:t>
            </w:r>
            <w:r w:rsidR="0059483E">
              <w:rPr>
                <w:rFonts w:ascii="Arial Narrow" w:hAnsi="Arial Narrow" w:cs="Arial"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color w:val="000000"/>
              </w:rPr>
              <w:t>číslo projektu</w:t>
            </w:r>
            <w:r w:rsidRPr="00ED54FC">
              <w:rPr>
                <w:rFonts w:ascii="Arial Narrow" w:hAnsi="Arial Narrow" w:cs="Arial"/>
                <w:color w:val="000000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Default="005D3E46" w:rsidP="009F34AD">
            <w:pPr>
              <w:rPr>
                <w:rFonts w:ascii="Arial Narrow" w:hAnsi="Arial Narrow" w:cs="Arial"/>
              </w:rPr>
            </w:pPr>
          </w:p>
          <w:p w:rsidR="005D3E46" w:rsidRDefault="005D3E46" w:rsidP="009F34AD">
            <w:pPr>
              <w:rPr>
                <w:rFonts w:ascii="Arial Narrow" w:hAnsi="Arial Narrow" w:cs="Arial"/>
              </w:rPr>
            </w:pPr>
          </w:p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Prijímateľ/partner projektu: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Obstarávanie podľa (príslušný zákon):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Postup obstarávania (v z mysle zákona o verejnom obstarávaní)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Druh zákazky (služby, tovary, stavebné práce)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</w:rPr>
            </w:pPr>
          </w:p>
        </w:tc>
      </w:tr>
      <w:tr w:rsidR="005D3E46" w:rsidRPr="009A6822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Názov dodávateľa/zhotoviteľa/poskytovateľa: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9A6822" w:rsidRDefault="005D3E46" w:rsidP="009F34AD">
            <w:pPr>
              <w:pStyle w:val="Hlavika"/>
              <w:jc w:val="left"/>
              <w:rPr>
                <w:rFonts w:ascii="Arial Narrow" w:hAnsi="Arial Narrow" w:cs="Arial"/>
                <w:b/>
              </w:rPr>
            </w:pPr>
          </w:p>
        </w:tc>
      </w:tr>
      <w:tr w:rsidR="00E3637F" w:rsidRPr="009A6822" w:rsidTr="00E3637F">
        <w:trPr>
          <w:cantSplit/>
          <w:trHeight w:val="500"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7F" w:rsidRPr="00E3637F" w:rsidRDefault="00E3637F">
            <w:pPr>
              <w:rPr>
                <w:rFonts w:ascii="Arial Narrow" w:hAnsi="Arial Narrow"/>
              </w:rPr>
            </w:pPr>
            <w:r w:rsidRPr="00E3637F">
              <w:rPr>
                <w:rFonts w:ascii="Arial Narrow" w:hAnsi="Arial Narrow"/>
              </w:rPr>
              <w:t xml:space="preserve">Typ verejného obstarávateľa/obstarávateľa podľa </w:t>
            </w:r>
            <w:proofErr w:type="spellStart"/>
            <w:r w:rsidRPr="00E3637F">
              <w:rPr>
                <w:rFonts w:ascii="Arial Narrow" w:hAnsi="Arial Narrow"/>
              </w:rPr>
              <w:t>ZoVO</w:t>
            </w:r>
            <w:proofErr w:type="spellEnd"/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7F" w:rsidRDefault="00E3637F"/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IČO dodávateľa/zhotoviteľa/poskytovateľa: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</w:rPr>
            </w:pPr>
          </w:p>
        </w:tc>
      </w:tr>
      <w:tr w:rsidR="005D3E46" w:rsidRPr="00E54A70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Názov predmetu zákazky podľa VO: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54A70" w:rsidRDefault="005D3E46" w:rsidP="009F34AD">
            <w:pPr>
              <w:pStyle w:val="Hlavika"/>
              <w:tabs>
                <w:tab w:val="clear" w:pos="4536"/>
              </w:tabs>
              <w:jc w:val="left"/>
              <w:rPr>
                <w:rFonts w:ascii="Arial Narrow" w:hAnsi="Arial Narrow" w:cs="Arial"/>
                <w:b/>
              </w:rPr>
            </w:pPr>
            <w:bookmarkStart w:id="0" w:name="_GoBack"/>
            <w:bookmarkEnd w:id="0"/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Cena zákazky bez DPH podľa výsledku VO: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  <w:b/>
              </w:rPr>
            </w:pPr>
          </w:p>
        </w:tc>
      </w:tr>
    </w:tbl>
    <w:p w:rsidR="005D3E46" w:rsidRDefault="005D3E46" w:rsidP="00646E76">
      <w:pPr>
        <w:shd w:val="clear" w:color="auto" w:fill="FFFFFF"/>
        <w:spacing w:after="240"/>
        <w:jc w:val="left"/>
        <w:outlineLvl w:val="1"/>
        <w:rPr>
          <w:b/>
          <w:u w:val="single"/>
        </w:rPr>
      </w:pPr>
    </w:p>
    <w:p w:rsidR="00646E76" w:rsidRPr="00646E76" w:rsidRDefault="00646E76" w:rsidP="00646E76">
      <w:pPr>
        <w:shd w:val="clear" w:color="auto" w:fill="FFFFFF"/>
        <w:spacing w:after="240"/>
        <w:jc w:val="left"/>
        <w:outlineLvl w:val="1"/>
        <w:rPr>
          <w:b/>
          <w:u w:val="single"/>
        </w:rPr>
      </w:pPr>
      <w:r w:rsidRPr="00646E76">
        <w:rPr>
          <w:b/>
          <w:u w:val="single"/>
        </w:rPr>
        <w:t>Zoznam kompletnej dokumentácie vo vzťahu k zákonu č. 343/2015 Z. z.*</w:t>
      </w:r>
      <w:r>
        <w:rPr>
          <w:b/>
          <w:u w:val="single"/>
        </w:rPr>
        <w:t>:</w:t>
      </w:r>
    </w:p>
    <w:p w:rsidR="00641E1C" w:rsidRPr="00641E1C" w:rsidRDefault="00641E1C" w:rsidP="007B086B">
      <w:r w:rsidRPr="00641E1C">
        <w:t>1.</w:t>
      </w:r>
      <w:r>
        <w:t xml:space="preserve"> </w:t>
      </w:r>
    </w:p>
    <w:p w:rsidR="00641E1C" w:rsidRPr="00641E1C" w:rsidRDefault="00641E1C" w:rsidP="007B086B">
      <w:r w:rsidRPr="00641E1C">
        <w:t>2.</w:t>
      </w:r>
      <w:r>
        <w:t xml:space="preserve"> </w:t>
      </w:r>
    </w:p>
    <w:p w:rsidR="00641E1C" w:rsidRPr="00641E1C" w:rsidRDefault="00641E1C" w:rsidP="007B086B">
      <w:r w:rsidRPr="00641E1C">
        <w:t>3.</w:t>
      </w:r>
      <w:r w:rsidR="006D7599">
        <w:t xml:space="preserve"> ...</w:t>
      </w:r>
      <w:r>
        <w:t xml:space="preserve"> </w:t>
      </w:r>
    </w:p>
    <w:p w:rsidR="007B086B" w:rsidRDefault="007B086B" w:rsidP="007B086B">
      <w:pPr>
        <w:rPr>
          <w:b/>
          <w:u w:val="single"/>
        </w:rPr>
      </w:pPr>
    </w:p>
    <w:p w:rsidR="006D7599" w:rsidRPr="00BB7391" w:rsidRDefault="006D7599" w:rsidP="006D7599">
      <w:pPr>
        <w:rPr>
          <w:b/>
          <w:u w:val="single"/>
        </w:rPr>
      </w:pPr>
      <w:r w:rsidRPr="00BB7391">
        <w:rPr>
          <w:b/>
          <w:u w:val="single"/>
        </w:rPr>
        <w:t>Odovzdanie dokumentácie:</w:t>
      </w:r>
    </w:p>
    <w:p w:rsidR="006D7599" w:rsidRDefault="006D7599" w:rsidP="006D7599"/>
    <w:p w:rsidR="006D7599" w:rsidRDefault="006D7599" w:rsidP="006D7599">
      <w:r>
        <w:t>Meno a priezvisko kontaktnej osoby</w:t>
      </w:r>
      <w:r w:rsidRPr="00BB7391">
        <w:t>:</w:t>
      </w:r>
      <w:r>
        <w:t xml:space="preserve">  ................................................. </w:t>
      </w:r>
    </w:p>
    <w:p w:rsidR="006D7599" w:rsidRDefault="006D7599" w:rsidP="006D7599"/>
    <w:p w:rsidR="006D7599" w:rsidRPr="00BB7391" w:rsidRDefault="006D7599" w:rsidP="006D7599">
      <w:r>
        <w:t xml:space="preserve">Podpis: ...................................  </w:t>
      </w:r>
      <w:r w:rsidR="004667C8">
        <w:t xml:space="preserve">           </w:t>
      </w:r>
      <w:r w:rsidRPr="00BB7391">
        <w:t>dňa:</w:t>
      </w:r>
      <w:r>
        <w:t xml:space="preserve"> ...................</w:t>
      </w:r>
    </w:p>
    <w:p w:rsidR="007B086B" w:rsidRDefault="007B086B" w:rsidP="007B086B"/>
    <w:sectPr w:rsidR="007B086B" w:rsidSect="0059483E">
      <w:headerReference w:type="default" r:id="rId8"/>
      <w:footerReference w:type="default" r:id="rId9"/>
      <w:pgSz w:w="11906" w:h="16838"/>
      <w:pgMar w:top="13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352" w:rsidRDefault="00D35352" w:rsidP="007B086B">
      <w:r>
        <w:separator/>
      </w:r>
    </w:p>
  </w:endnote>
  <w:endnote w:type="continuationSeparator" w:id="0">
    <w:p w:rsidR="00D35352" w:rsidRDefault="00D35352" w:rsidP="007B0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1B3" w:rsidRPr="00A111B3" w:rsidRDefault="00646E76" w:rsidP="00A111B3">
    <w:pPr>
      <w:rPr>
        <w:color w:val="1F497D"/>
        <w:sz w:val="18"/>
        <w:szCs w:val="18"/>
      </w:rPr>
    </w:pPr>
    <w:r>
      <w:rPr>
        <w:rFonts w:ascii="Arial" w:hAnsi="Arial" w:cs="Arial"/>
        <w:color w:val="4C5259"/>
        <w:sz w:val="20"/>
        <w:shd w:val="clear" w:color="auto" w:fill="FFFFFF"/>
      </w:rPr>
      <w:t xml:space="preserve">* </w:t>
    </w:r>
    <w:r w:rsidR="00A111B3" w:rsidRPr="00A111B3">
      <w:rPr>
        <w:color w:val="1F497D"/>
        <w:sz w:val="18"/>
        <w:szCs w:val="18"/>
      </w:rPr>
      <w:t xml:space="preserve">Zoznam dokumentácie vytvorte v závislosti od zvoleného postupu zadávania zákazky v procese verejného obstarávania. </w:t>
    </w:r>
    <w:hyperlink r:id="rId1" w:history="1">
      <w:r w:rsidR="00A111B3" w:rsidRPr="00A111B3">
        <w:rPr>
          <w:color w:val="1F497D"/>
          <w:sz w:val="18"/>
          <w:szCs w:val="18"/>
        </w:rPr>
        <w:t>Zoznam kompletnej dokumentácie vo vzťahu k zákonu č. 343/2015 Z. z.</w:t>
      </w:r>
    </w:hyperlink>
    <w:r w:rsidR="00A111B3" w:rsidRPr="00A111B3">
      <w:rPr>
        <w:color w:val="1F497D"/>
        <w:sz w:val="18"/>
        <w:szCs w:val="18"/>
      </w:rPr>
      <w:t xml:space="preserve"> podľa postupu zadávania zákazky sa nachádza na stránke Úradu pre verejné obstarávanie: </w:t>
    </w:r>
    <w:hyperlink r:id="rId2" w:history="1">
      <w:r w:rsidR="00A111B3" w:rsidRPr="00A111B3">
        <w:rPr>
          <w:rStyle w:val="Hypertextovprepojenie"/>
          <w:color w:val="1F497D"/>
          <w:sz w:val="18"/>
          <w:szCs w:val="18"/>
        </w:rPr>
        <w:t>https://www.uvo.gov.sk/vdoc/1372/zoznam-kompletnej-dokumentacie-vo-vztahu-k-zakonu-c-3432015-z-z-46.html</w:t>
      </w:r>
    </w:hyperlink>
    <w:r w:rsidR="00A111B3">
      <w:rPr>
        <w:color w:val="1F497D"/>
        <w:sz w:val="18"/>
        <w:szCs w:val="18"/>
      </w:rPr>
      <w:t xml:space="preserve">. </w:t>
    </w:r>
    <w:r w:rsidR="00A111B3" w:rsidRPr="00A111B3">
      <w:rPr>
        <w:color w:val="1F497D"/>
        <w:sz w:val="18"/>
        <w:szCs w:val="18"/>
      </w:rPr>
      <w:t>Relevantný zoznam podľa príslušnej fázy verejného obstarávania skopírujte v plnom rozsahu do tohto formuláru. V prípade, ak niektorý doklad v rámci skutočného priebehu Vášho verejného obstarávania nie je relevantný, označte ho v skopírovanom zozname symbolom „N/A“. Je potrebné zachovať vždy kompletný zoznam dokladov bez ich vymazávania. Dokumentáciu predkladanú na overenie verejného obstarávania je potrebné zoradiť podľa Zoznamu kompletnej dokumentácie.</w:t>
    </w:r>
    <w:r w:rsidR="004C5672">
      <w:rPr>
        <w:color w:val="1F497D"/>
        <w:sz w:val="18"/>
        <w:szCs w:val="18"/>
      </w:rPr>
      <w:t xml:space="preserve"> Zoznam dokumentácie pri zákazke s nízkou hodnotou je uvedený v </w:t>
    </w:r>
    <w:r w:rsidR="004C5672" w:rsidRPr="004C5672">
      <w:rPr>
        <w:color w:val="1F497D"/>
        <w:sz w:val="18"/>
        <w:szCs w:val="18"/>
      </w:rPr>
      <w:t>Pravidlá</w:t>
    </w:r>
    <w:r w:rsidR="004C5672">
      <w:rPr>
        <w:color w:val="1F497D"/>
        <w:sz w:val="18"/>
        <w:szCs w:val="18"/>
      </w:rPr>
      <w:t>ch</w:t>
    </w:r>
    <w:r w:rsidR="004C5672" w:rsidRPr="004C5672">
      <w:rPr>
        <w:color w:val="1F497D"/>
        <w:sz w:val="18"/>
        <w:szCs w:val="18"/>
      </w:rPr>
      <w:t xml:space="preserve"> oprávnenosti výdavkov pre slovenských projektových partnerov</w:t>
    </w:r>
    <w:r w:rsidR="004C5672">
      <w:rPr>
        <w:color w:val="1F497D"/>
        <w:sz w:val="18"/>
        <w:szCs w:val="18"/>
      </w:rPr>
      <w:t xml:space="preserve">. </w:t>
    </w:r>
  </w:p>
  <w:p w:rsidR="006D7599" w:rsidRPr="006D7599" w:rsidRDefault="006D7599" w:rsidP="00A111B3">
    <w:pPr>
      <w:rPr>
        <w:rFonts w:ascii="Arial" w:hAnsi="Arial" w:cs="Arial"/>
        <w:color w:val="4C5259"/>
        <w:sz w:val="18"/>
        <w:szCs w:val="18"/>
        <w:shd w:val="clear" w:color="auto" w:fill="FFFFFF"/>
      </w:rPr>
    </w:pPr>
  </w:p>
  <w:p w:rsidR="00641E1C" w:rsidRPr="006D7599" w:rsidRDefault="00641E1C" w:rsidP="00646E76">
    <w:pPr>
      <w:shd w:val="clear" w:color="auto" w:fill="FFFFFF"/>
      <w:spacing w:after="240"/>
      <w:outlineLvl w:val="1"/>
      <w:rPr>
        <w:rFonts w:ascii="Arial" w:hAnsi="Arial" w:cs="Arial"/>
        <w:color w:val="4C5259"/>
        <w:sz w:val="20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352" w:rsidRDefault="00D35352" w:rsidP="007B086B">
      <w:r>
        <w:separator/>
      </w:r>
    </w:p>
  </w:footnote>
  <w:footnote w:type="continuationSeparator" w:id="0">
    <w:p w:rsidR="00D35352" w:rsidRDefault="00D35352" w:rsidP="007B0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D15EAC">
    <w:pPr>
      <w:pStyle w:val="Hlavika"/>
      <w:rPr>
        <w:rFonts w:ascii="Calibri" w:hAnsi="Calibri"/>
        <w:b/>
        <w:sz w:val="22"/>
        <w:szCs w:val="22"/>
      </w:rPr>
    </w:pPr>
    <w:r>
      <w:rPr>
        <w:rFonts w:ascii="Calibri" w:hAnsi="Calibri"/>
        <w:b/>
        <w:sz w:val="22"/>
        <w:szCs w:val="22"/>
      </w:rPr>
      <w:tab/>
    </w:r>
    <w:r>
      <w:rPr>
        <w:rFonts w:ascii="Arial" w:hAnsi="Arial" w:cs="Arial"/>
        <w:bCs/>
        <w:noProof/>
        <w:sz w:val="20"/>
      </w:rPr>
      <w:drawing>
        <wp:inline distT="0" distB="0" distL="0" distR="0">
          <wp:extent cx="1901825" cy="682625"/>
          <wp:effectExtent l="0" t="0" r="3175" b="317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B086B" w:rsidRDefault="007B086B" w:rsidP="007B086B">
    <w:pPr>
      <w:pStyle w:val="Hlavika"/>
      <w:jc w:val="center"/>
      <w:rPr>
        <w:rFonts w:ascii="Calibri" w:hAnsi="Calibri"/>
        <w:b/>
        <w:sz w:val="22"/>
        <w:szCs w:val="22"/>
      </w:rPr>
    </w:pPr>
  </w:p>
  <w:p w:rsidR="006D7599" w:rsidRPr="00667183" w:rsidRDefault="006D7599" w:rsidP="006D7599">
    <w:pPr>
      <w:jc w:val="center"/>
      <w:rPr>
        <w:b/>
        <w:sz w:val="28"/>
        <w:szCs w:val="28"/>
      </w:rPr>
    </w:pPr>
    <w:r w:rsidRPr="00667183">
      <w:rPr>
        <w:b/>
        <w:sz w:val="28"/>
        <w:szCs w:val="28"/>
      </w:rPr>
      <w:t>Zoznam dokumentácie</w:t>
    </w:r>
  </w:p>
  <w:p w:rsidR="006D7599" w:rsidRPr="00667183" w:rsidRDefault="006D7599" w:rsidP="006D7599">
    <w:pPr>
      <w:jc w:val="center"/>
      <w:rPr>
        <w:b/>
        <w:sz w:val="28"/>
        <w:szCs w:val="28"/>
      </w:rPr>
    </w:pPr>
    <w:r w:rsidRPr="00667183">
      <w:rPr>
        <w:b/>
        <w:sz w:val="28"/>
        <w:szCs w:val="28"/>
      </w:rPr>
      <w:t>k žiadosti o vykonanie administratívnej kontroly verejného obstarávania</w:t>
    </w:r>
  </w:p>
  <w:p w:rsidR="0059483E" w:rsidRPr="00C4274F" w:rsidRDefault="0059483E" w:rsidP="006D7599">
    <w:pPr>
      <w:jc w:val="center"/>
      <w:rPr>
        <w:b/>
        <w:u w:val="single"/>
      </w:rPr>
    </w:pPr>
  </w:p>
  <w:p w:rsidR="007B086B" w:rsidRDefault="006D7599" w:rsidP="006D7599">
    <w:pPr>
      <w:pStyle w:val="Hlavika"/>
      <w:tabs>
        <w:tab w:val="clear" w:pos="4536"/>
        <w:tab w:val="clear" w:pos="9072"/>
        <w:tab w:val="left" w:pos="3808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9370D"/>
    <w:multiLevelType w:val="hybridMultilevel"/>
    <w:tmpl w:val="30EE6608"/>
    <w:lvl w:ilvl="0" w:tplc="F412FB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6B"/>
    <w:rsid w:val="00007A2B"/>
    <w:rsid w:val="00025718"/>
    <w:rsid w:val="001271E3"/>
    <w:rsid w:val="00141E5B"/>
    <w:rsid w:val="001B4F79"/>
    <w:rsid w:val="001B7F4F"/>
    <w:rsid w:val="004667C8"/>
    <w:rsid w:val="004C5672"/>
    <w:rsid w:val="00544B18"/>
    <w:rsid w:val="0059483E"/>
    <w:rsid w:val="005D3E46"/>
    <w:rsid w:val="005F3B0C"/>
    <w:rsid w:val="00641E1C"/>
    <w:rsid w:val="00646E76"/>
    <w:rsid w:val="00667183"/>
    <w:rsid w:val="006D7599"/>
    <w:rsid w:val="0070387A"/>
    <w:rsid w:val="007B086B"/>
    <w:rsid w:val="00803A68"/>
    <w:rsid w:val="0080488B"/>
    <w:rsid w:val="00822403"/>
    <w:rsid w:val="009C1AB0"/>
    <w:rsid w:val="009E11AC"/>
    <w:rsid w:val="00A111B3"/>
    <w:rsid w:val="00AE5FB8"/>
    <w:rsid w:val="00BC3293"/>
    <w:rsid w:val="00CB19E8"/>
    <w:rsid w:val="00D15EAC"/>
    <w:rsid w:val="00D35352"/>
    <w:rsid w:val="00D9549A"/>
    <w:rsid w:val="00E3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0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6E76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08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86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954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46E76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646E7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D75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0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6E76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08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86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954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46E76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646E7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D75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vo.gov.sk/vdoc/1372/zoznam-kompletnej-dokumentacie-vo-vztahu-k-zakonu-c-3432015-z-z-46.html" TargetMode="External"/><Relationship Id="rId1" Type="http://schemas.openxmlformats.org/officeDocument/2006/relationships/hyperlink" Target="https://www.uvo.gov.sk/vdoc/1372/zoznam-kompletnej-dokumentacie-vo-vztahu-k-zakonu-c-252006-z-z-47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Škrovinová Lucia</dc:creator>
  <cp:lastModifiedBy>Belohorec Rudolf</cp:lastModifiedBy>
  <cp:revision>4</cp:revision>
  <cp:lastPrinted>2016-11-23T12:34:00Z</cp:lastPrinted>
  <dcterms:created xsi:type="dcterms:W3CDTF">2017-02-01T08:14:00Z</dcterms:created>
  <dcterms:modified xsi:type="dcterms:W3CDTF">2018-07-14T12:31:00Z</dcterms:modified>
</cp:coreProperties>
</file>